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E56772" w:rsidRDefault="00144177" w:rsidP="00144177">
      <w:pPr>
        <w:jc w:val="center"/>
        <w:rPr>
          <w:b/>
          <w:bCs/>
        </w:rPr>
      </w:pPr>
      <w:r w:rsidRPr="00E56772">
        <w:rPr>
          <w:b/>
          <w:bCs/>
        </w:rPr>
        <w:t xml:space="preserve">OFERTA NA </w:t>
      </w:r>
    </w:p>
    <w:p w:rsidR="00702A3D" w:rsidRPr="00E56772" w:rsidRDefault="00C31207" w:rsidP="00C31207">
      <w:pPr>
        <w:jc w:val="center"/>
        <w:rPr>
          <w:b/>
          <w:bCs/>
        </w:rPr>
      </w:pPr>
      <w:r w:rsidRPr="00C31207">
        <w:rPr>
          <w:b/>
          <w:bCs/>
        </w:rPr>
        <w:t>ŚWIADCZENIE USŁUG W ZAKRESIE ODBIORU I  ZAGOSPODAROWANIA ODPADÓW KOMUNALNYCH.</w:t>
      </w:r>
    </w:p>
    <w:p w:rsidR="00144177" w:rsidRPr="00CE5BBC" w:rsidRDefault="009742D2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33C7B" w:rsidRPr="00A50565" w:rsidRDefault="006C73E0" w:rsidP="001E2315">
      <w:pPr>
        <w:pStyle w:val="Nagwek1"/>
      </w:pPr>
      <w:r w:rsidRPr="006C73E0">
        <w:tab/>
      </w:r>
      <w:r w:rsidR="001E2315">
        <w:t xml:space="preserve"> </w:t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t>:</w:t>
      </w:r>
      <w:r w:rsidR="00933C7B" w:rsidRPr="00A50565"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CE5BBC" w:rsidRDefault="00933C7B" w:rsidP="00E56772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E56772" w:rsidRPr="00E56772" w:rsidRDefault="00E56772" w:rsidP="00E56772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E56772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5E1277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C31207">
        <w:rPr>
          <w:rFonts w:asciiTheme="minorHAnsi" w:hAnsiTheme="minorHAnsi"/>
          <w:b/>
          <w:sz w:val="22"/>
        </w:rPr>
        <w:t>świadczenie usług w </w:t>
      </w:r>
      <w:r w:rsidR="00C31207" w:rsidRPr="00C31207">
        <w:rPr>
          <w:rFonts w:asciiTheme="minorHAnsi" w:hAnsiTheme="minorHAnsi"/>
          <w:b/>
          <w:sz w:val="22"/>
        </w:rPr>
        <w:t xml:space="preserve">zakresie odbioru i  zagospodarowania </w:t>
      </w:r>
      <w:r w:rsidR="00C31207">
        <w:rPr>
          <w:rFonts w:asciiTheme="minorHAnsi" w:hAnsiTheme="minorHAnsi"/>
          <w:b/>
          <w:sz w:val="22"/>
        </w:rPr>
        <w:t>odpadów komunalnych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B43F47">
        <w:rPr>
          <w:sz w:val="22"/>
          <w:szCs w:val="22"/>
        </w:rPr>
        <w:t>aganiami określonymi w </w:t>
      </w:r>
      <w:bookmarkStart w:id="0" w:name="_GoBack"/>
      <w:bookmarkEnd w:id="0"/>
      <w:r w:rsidR="005B364B" w:rsidRPr="00A50565">
        <w:rPr>
          <w:sz w:val="22"/>
          <w:szCs w:val="22"/>
        </w:rPr>
        <w:t>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7653BE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7653BE" w:rsidRDefault="007653BE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7653BE" w:rsidRPr="007653BE" w:rsidRDefault="00A46F20" w:rsidP="007653BE">
      <w:pPr>
        <w:pStyle w:val="Akapitzlist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Oferujemy</w:t>
      </w:r>
      <w:r w:rsidR="001A4BBD">
        <w:rPr>
          <w:rFonts w:eastAsia="CIDFont+F2"/>
          <w:sz w:val="22"/>
          <w:szCs w:val="22"/>
        </w:rPr>
        <w:t xml:space="preserve"> </w:t>
      </w:r>
      <w:r w:rsidR="00210A58">
        <w:rPr>
          <w:rFonts w:eastAsia="CIDFont+F2"/>
          <w:sz w:val="22"/>
          <w:szCs w:val="22"/>
        </w:rPr>
        <w:t>termin płatności faktury  …</w:t>
      </w:r>
      <w:r w:rsidR="00400192">
        <w:rPr>
          <w:rFonts w:eastAsia="CIDFont+F2"/>
          <w:sz w:val="22"/>
          <w:szCs w:val="22"/>
        </w:rPr>
        <w:t>……  dni</w:t>
      </w:r>
    </w:p>
    <w:p w:rsidR="00DD16EF" w:rsidRDefault="001A4BBD" w:rsidP="00DD16E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1A4BBD">
        <w:rPr>
          <w:sz w:val="22"/>
          <w:szCs w:val="22"/>
        </w:rPr>
        <w:t>* niepotrzebne skreślić</w:t>
      </w:r>
    </w:p>
    <w:p w:rsidR="001A4BBD" w:rsidRPr="00DD16EF" w:rsidRDefault="001A4BBD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7653BE" w:rsidP="007653BE">
      <w:pPr>
        <w:pStyle w:val="Nagwek1"/>
        <w:numPr>
          <w:ilvl w:val="0"/>
          <w:numId w:val="26"/>
        </w:numPr>
      </w:pPr>
      <w:r>
        <w:t xml:space="preserve">   </w:t>
      </w:r>
      <w:r w:rsidR="005B0AE2" w:rsidRPr="00C91AD9"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0129D1">
        <w:t>12</w:t>
      </w:r>
      <w:r w:rsidR="00F2331B">
        <w:t xml:space="preserve"> miesięcy od dnia podpisania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65207B">
        <w:rPr>
          <w:sz w:val="22"/>
          <w:szCs w:val="22"/>
        </w:rPr>
        <w:t xml:space="preserve"> wzór </w:t>
      </w:r>
      <w:r w:rsidR="00C82D97">
        <w:rPr>
          <w:sz w:val="22"/>
          <w:szCs w:val="22"/>
        </w:rPr>
        <w:t>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DD203D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DD203D" w:rsidRDefault="0040028D" w:rsidP="00DD203D">
      <w:pPr>
        <w:pStyle w:val="Nagwek1"/>
        <w:numPr>
          <w:ilvl w:val="0"/>
          <w:numId w:val="27"/>
        </w:numPr>
        <w:tabs>
          <w:tab w:val="clear" w:pos="284"/>
          <w:tab w:val="left" w:pos="426"/>
        </w:tabs>
        <w:rPr>
          <w:sz w:val="22"/>
        </w:rPr>
      </w:pPr>
      <w:r w:rsidRPr="00DD203D">
        <w:rPr>
          <w:sz w:val="22"/>
        </w:rPr>
        <w:t xml:space="preserve"> </w:t>
      </w:r>
      <w:r w:rsidR="00794CB8" w:rsidRPr="00DD203D">
        <w:rPr>
          <w:sz w:val="22"/>
        </w:rPr>
        <w:t>W razie wybrania nas</w:t>
      </w:r>
      <w:r w:rsidR="00A422AD" w:rsidRPr="00DD203D">
        <w:rPr>
          <w:sz w:val="22"/>
        </w:rPr>
        <w:t>zej oferty zobowiązujemy się do</w:t>
      </w:r>
      <w:r w:rsidR="00171B9C" w:rsidRPr="00DD203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08B" w:rsidRDefault="004C308B">
      <w:r>
        <w:separator/>
      </w:r>
    </w:p>
  </w:endnote>
  <w:endnote w:type="continuationSeparator" w:id="0">
    <w:p w:rsidR="004C308B" w:rsidRDefault="004C3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F47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08B" w:rsidRDefault="004C308B">
      <w:r>
        <w:separator/>
      </w:r>
    </w:p>
  </w:footnote>
  <w:footnote w:type="continuationSeparator" w:id="0">
    <w:p w:rsidR="004C308B" w:rsidRDefault="004C308B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9742D2">
      <w:rPr>
        <w:rFonts w:ascii="Arial" w:hAnsi="Arial"/>
        <w:noProof/>
        <w:sz w:val="20"/>
        <w:szCs w:val="20"/>
      </w:rPr>
      <w:t>k sprawy: SP ZOZ NZZP II 2400/09</w:t>
    </w:r>
    <w:r w:rsidR="005E1277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A5E26"/>
    <w:multiLevelType w:val="hybridMultilevel"/>
    <w:tmpl w:val="61C8B5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105D9"/>
    <w:multiLevelType w:val="multilevel"/>
    <w:tmpl w:val="A86E133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  <w:sz w:val="22"/>
        <w:szCs w:val="22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66ABE"/>
    <w:multiLevelType w:val="hybridMultilevel"/>
    <w:tmpl w:val="A3FEE10E"/>
    <w:lvl w:ilvl="0" w:tplc="F63ABB36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21"/>
  </w:num>
  <w:num w:numId="7">
    <w:abstractNumId w:val="19"/>
  </w:num>
  <w:num w:numId="8">
    <w:abstractNumId w:val="11"/>
  </w:num>
  <w:num w:numId="9">
    <w:abstractNumId w:val="1"/>
  </w:num>
  <w:num w:numId="10">
    <w:abstractNumId w:val="17"/>
  </w:num>
  <w:num w:numId="11">
    <w:abstractNumId w:val="22"/>
  </w:num>
  <w:num w:numId="12">
    <w:abstractNumId w:val="9"/>
  </w:num>
  <w:num w:numId="13">
    <w:abstractNumId w:val="16"/>
  </w:num>
  <w:num w:numId="14">
    <w:abstractNumId w:val="7"/>
  </w:num>
  <w:num w:numId="15">
    <w:abstractNumId w:val="13"/>
  </w:num>
  <w:num w:numId="16">
    <w:abstractNumId w:val="6"/>
  </w:num>
  <w:num w:numId="17">
    <w:abstractNumId w:val="5"/>
  </w:num>
  <w:num w:numId="18">
    <w:abstractNumId w:val="23"/>
  </w:num>
  <w:num w:numId="19">
    <w:abstractNumId w:val="15"/>
  </w:num>
  <w:num w:numId="20">
    <w:abstractNumId w:val="12"/>
  </w:num>
  <w:num w:numId="21">
    <w:abstractNumId w:val="20"/>
  </w:num>
  <w:num w:numId="22">
    <w:abstractNumId w:val="14"/>
  </w:num>
  <w:num w:numId="23">
    <w:abstractNumId w:val="12"/>
  </w:num>
  <w:num w:numId="24">
    <w:abstractNumId w:val="8"/>
  </w:num>
  <w:num w:numId="25">
    <w:abstractNumId w:val="18"/>
  </w:num>
  <w:num w:numId="2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11CEB"/>
    <w:rsid w:val="000129D1"/>
    <w:rsid w:val="000241C8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4BBD"/>
    <w:rsid w:val="001A7058"/>
    <w:rsid w:val="001B5B26"/>
    <w:rsid w:val="001C2B50"/>
    <w:rsid w:val="001C3D54"/>
    <w:rsid w:val="001D769B"/>
    <w:rsid w:val="001E19D8"/>
    <w:rsid w:val="001E20A3"/>
    <w:rsid w:val="001E2315"/>
    <w:rsid w:val="001E6E76"/>
    <w:rsid w:val="0020329F"/>
    <w:rsid w:val="0020507C"/>
    <w:rsid w:val="0020623A"/>
    <w:rsid w:val="002102B7"/>
    <w:rsid w:val="00210A58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12C9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4476"/>
    <w:rsid w:val="00306722"/>
    <w:rsid w:val="00307C0C"/>
    <w:rsid w:val="003139AF"/>
    <w:rsid w:val="0031440F"/>
    <w:rsid w:val="00315D09"/>
    <w:rsid w:val="00321507"/>
    <w:rsid w:val="00323192"/>
    <w:rsid w:val="003330D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192"/>
    <w:rsid w:val="0040028D"/>
    <w:rsid w:val="004007F2"/>
    <w:rsid w:val="004023AC"/>
    <w:rsid w:val="0040602C"/>
    <w:rsid w:val="00406BC1"/>
    <w:rsid w:val="00407CA7"/>
    <w:rsid w:val="00411B4A"/>
    <w:rsid w:val="00415E81"/>
    <w:rsid w:val="00416194"/>
    <w:rsid w:val="0043172C"/>
    <w:rsid w:val="00444303"/>
    <w:rsid w:val="004463B6"/>
    <w:rsid w:val="00452CC1"/>
    <w:rsid w:val="00452EE4"/>
    <w:rsid w:val="00482884"/>
    <w:rsid w:val="004840A1"/>
    <w:rsid w:val="00484899"/>
    <w:rsid w:val="004857DF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C308B"/>
    <w:rsid w:val="004E0453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1277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207B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60DE"/>
    <w:rsid w:val="006C73E0"/>
    <w:rsid w:val="006D5783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3BE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509D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742D2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3EE3"/>
    <w:rsid w:val="009B5A2D"/>
    <w:rsid w:val="009C51D3"/>
    <w:rsid w:val="009C6723"/>
    <w:rsid w:val="009D28C1"/>
    <w:rsid w:val="009D38D3"/>
    <w:rsid w:val="009F3E84"/>
    <w:rsid w:val="009F447C"/>
    <w:rsid w:val="00A006DF"/>
    <w:rsid w:val="00A04966"/>
    <w:rsid w:val="00A112D7"/>
    <w:rsid w:val="00A11EB6"/>
    <w:rsid w:val="00A14D79"/>
    <w:rsid w:val="00A24E61"/>
    <w:rsid w:val="00A31A91"/>
    <w:rsid w:val="00A417BD"/>
    <w:rsid w:val="00A422AD"/>
    <w:rsid w:val="00A4498F"/>
    <w:rsid w:val="00A46F20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3F47"/>
    <w:rsid w:val="00B445F5"/>
    <w:rsid w:val="00B46D4F"/>
    <w:rsid w:val="00B51BEF"/>
    <w:rsid w:val="00B5491C"/>
    <w:rsid w:val="00B553BA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207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A6E0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D203D"/>
    <w:rsid w:val="00DE45DF"/>
    <w:rsid w:val="00DE4A00"/>
    <w:rsid w:val="00DE5648"/>
    <w:rsid w:val="00DE5731"/>
    <w:rsid w:val="00E012E4"/>
    <w:rsid w:val="00E02AE5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56772"/>
    <w:rsid w:val="00E609FA"/>
    <w:rsid w:val="00E627C9"/>
    <w:rsid w:val="00E64E94"/>
    <w:rsid w:val="00E779E5"/>
    <w:rsid w:val="00E80099"/>
    <w:rsid w:val="00E84705"/>
    <w:rsid w:val="00E87E55"/>
    <w:rsid w:val="00EA4D09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331B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  <w:rsid w:val="00FF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3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765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6FCF2-AD2F-49BD-B7F2-E1F536E6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75</TotalTime>
  <Pages>3</Pages>
  <Words>1026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230</cp:revision>
  <cp:lastPrinted>2019-06-24T11:30:00Z</cp:lastPrinted>
  <dcterms:created xsi:type="dcterms:W3CDTF">2018-03-08T08:22:00Z</dcterms:created>
  <dcterms:modified xsi:type="dcterms:W3CDTF">2020-03-16T10:57:00Z</dcterms:modified>
  <cp:category/>
</cp:coreProperties>
</file>